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7393"/>
        <w:gridCol w:w="7393"/>
      </w:tblGrid>
      <w:tr w:rsidR="00CB6174">
        <w:tc>
          <w:tcPr>
            <w:tcW w:w="7393" w:type="dxa"/>
          </w:tcPr>
          <w:p w:rsidR="00CB6174" w:rsidRPr="004830A2" w:rsidRDefault="00CB6174" w:rsidP="004830A2">
            <w:pPr>
              <w:pageBreakBefore/>
              <w:rPr>
                <w:sz w:val="22"/>
                <w:szCs w:val="22"/>
              </w:rPr>
            </w:pPr>
          </w:p>
        </w:tc>
        <w:tc>
          <w:tcPr>
            <w:tcW w:w="7393" w:type="dxa"/>
          </w:tcPr>
          <w:p w:rsidR="00CB6174" w:rsidRPr="004830A2" w:rsidRDefault="00CB6174" w:rsidP="004830A2">
            <w:pPr>
              <w:pageBreakBefore/>
              <w:rPr>
                <w:sz w:val="22"/>
                <w:szCs w:val="22"/>
              </w:rPr>
            </w:pPr>
            <w:r w:rsidRPr="004830A2">
              <w:rPr>
                <w:sz w:val="22"/>
                <w:szCs w:val="22"/>
              </w:rPr>
              <w:t>Приложение № 2</w:t>
            </w:r>
          </w:p>
          <w:p w:rsidR="00CB6174" w:rsidRPr="004830A2" w:rsidRDefault="00CB6174" w:rsidP="004830A2">
            <w:pPr>
              <w:pageBreakBefore/>
              <w:rPr>
                <w:sz w:val="22"/>
                <w:szCs w:val="22"/>
              </w:rPr>
            </w:pPr>
            <w:r w:rsidRPr="004830A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административному регламенту предоставления администрацией муниципального образования Щербиновский</w:t>
            </w:r>
            <w:r w:rsidRPr="004830A2">
              <w:rPr>
                <w:sz w:val="22"/>
                <w:szCs w:val="22"/>
              </w:rPr>
              <w:t xml:space="preserve">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      </w:r>
          </w:p>
        </w:tc>
      </w:tr>
    </w:tbl>
    <w:p w:rsidR="00CB6174" w:rsidRPr="00695AB4" w:rsidRDefault="00CB6174" w:rsidP="00BE2E69">
      <w:pPr>
        <w:pStyle w:val="Heading4"/>
        <w:spacing w:before="0"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695AB4">
        <w:rPr>
          <w:rFonts w:ascii="Times New Roman" w:hAnsi="Times New Roman" w:cs="Times New Roman"/>
          <w:sz w:val="20"/>
          <w:szCs w:val="20"/>
        </w:rPr>
        <w:t>ОБЩЕОБРАЗОВАТЕЛЬНЫЕ ОРГАНИЗАЦИИ</w:t>
      </w:r>
    </w:p>
    <w:p w:rsidR="00CB6174" w:rsidRPr="00695AB4" w:rsidRDefault="00CB6174" w:rsidP="00405BB8">
      <w:pPr>
        <w:pStyle w:val="Heading4"/>
        <w:spacing w:before="0" w:after="0"/>
        <w:ind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4702"/>
        <w:gridCol w:w="1985"/>
        <w:gridCol w:w="992"/>
        <w:gridCol w:w="2410"/>
        <w:gridCol w:w="2126"/>
        <w:gridCol w:w="2062"/>
      </w:tblGrid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4702" w:type="dxa"/>
          </w:tcPr>
          <w:p w:rsidR="00CB6174" w:rsidRPr="00695AB4" w:rsidRDefault="00CB6174" w:rsidP="009A19C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Ф.И.О руководителя</w:t>
            </w:r>
          </w:p>
        </w:tc>
        <w:tc>
          <w:tcPr>
            <w:tcW w:w="992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Раб.тел.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Адрес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Электронная почта</w:t>
            </w:r>
          </w:p>
        </w:tc>
        <w:tc>
          <w:tcPr>
            <w:tcW w:w="2062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Сайт</w:t>
            </w:r>
          </w:p>
        </w:tc>
      </w:tr>
      <w:tr w:rsidR="00CB6174" w:rsidRPr="00695AB4">
        <w:trPr>
          <w:cantSplit/>
          <w:trHeight w:val="246"/>
          <w:jc w:val="center"/>
        </w:trPr>
        <w:tc>
          <w:tcPr>
            <w:tcW w:w="509" w:type="dxa"/>
          </w:tcPr>
          <w:p w:rsidR="00CB6174" w:rsidRPr="00695AB4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 им. Ляпидевского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Гарькавая Лариса Васильевна</w:t>
            </w:r>
          </w:p>
        </w:tc>
        <w:tc>
          <w:tcPr>
            <w:tcW w:w="992" w:type="dxa"/>
          </w:tcPr>
          <w:p w:rsidR="00CB617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4-23-71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353C25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ул.Лермонтова 37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7" w:history="1">
              <w:r w:rsidRPr="004830A2">
                <w:rPr>
                  <w:rStyle w:val="Hyperlink"/>
                  <w:sz w:val="20"/>
                  <w:szCs w:val="20"/>
                </w:rPr>
                <w:t>school1@srb.kubannet.ru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8" w:history="1">
              <w:r w:rsidRPr="004830A2">
                <w:rPr>
                  <w:rStyle w:val="Hyperlink"/>
                  <w:sz w:val="20"/>
                  <w:szCs w:val="20"/>
                </w:rPr>
                <w:t>http://moysoh1.wix.com/soh1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№2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Галкина Галина Анатольевна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4-23-47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улица Красноармейская, 16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9" w:history="1">
              <w:r w:rsidRPr="004830A2">
                <w:rPr>
                  <w:rStyle w:val="Hyperlink"/>
                  <w:sz w:val="20"/>
                  <w:szCs w:val="20"/>
                </w:rPr>
                <w:t>school2@srb.kubannet.ru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10" w:history="1">
              <w:r w:rsidRPr="004830A2">
                <w:rPr>
                  <w:rStyle w:val="Hyperlink"/>
                  <w:sz w:val="20"/>
                  <w:szCs w:val="20"/>
                </w:rPr>
                <w:t>http://moysoh1.wix.com/soh1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№3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Алла Викторовна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7-78-63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улица Шевченко, 156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11" w:history="1">
              <w:r w:rsidRPr="004830A2">
                <w:rPr>
                  <w:rStyle w:val="Hyperlink"/>
                  <w:sz w:val="20"/>
                  <w:szCs w:val="20"/>
                </w:rPr>
                <w:t>school3@srb.kubannet.ru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12" w:history="1">
              <w:r w:rsidRPr="00993373">
                <w:rPr>
                  <w:rStyle w:val="Hyperlink"/>
                  <w:color w:val="2A61F3"/>
                  <w:sz w:val="20"/>
                  <w:szCs w:val="20"/>
                </w:rPr>
                <w:t>http://school3-sh.ucoz.ru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основная общеобразовательная школа №4 муниципального образования Щербиновский район х. Любимов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Назаренко Ирина Викторовна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3-31-41</w:t>
            </w:r>
          </w:p>
        </w:tc>
        <w:tc>
          <w:tcPr>
            <w:tcW w:w="2410" w:type="dxa"/>
          </w:tcPr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353644</w:t>
            </w:r>
          </w:p>
          <w:p w:rsidR="00CB6174" w:rsidRPr="00695AB4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Краснодарский край Щербиновский район хутор Любимов улица Мира 2/2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13" w:history="1">
              <w:r w:rsidRPr="004830A2">
                <w:rPr>
                  <w:rStyle w:val="Hyperlink"/>
                  <w:sz w:val="20"/>
                  <w:szCs w:val="20"/>
                </w:rPr>
                <w:t>school4@srb.kubannet.ru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14" w:history="1">
              <w:r w:rsidRPr="00993373">
                <w:rPr>
                  <w:rStyle w:val="Hyperlink"/>
                  <w:color w:val="0040EB"/>
                  <w:sz w:val="20"/>
                  <w:szCs w:val="20"/>
                </w:rPr>
                <w:t>http://ljubimov.ucoz.ru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№5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Новохацкая Инна Вячеславовна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4-21-80</w:t>
            </w:r>
          </w:p>
        </w:tc>
        <w:tc>
          <w:tcPr>
            <w:tcW w:w="2410" w:type="dxa"/>
          </w:tcPr>
          <w:p w:rsidR="00CB617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</w:t>
            </w:r>
          </w:p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район, ст. Старощербиновская, ул. Тельмана, 183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15" w:history="1">
              <w:r w:rsidRPr="004830A2">
                <w:rPr>
                  <w:rStyle w:val="Hyperlink"/>
                  <w:sz w:val="20"/>
                  <w:szCs w:val="20"/>
                </w:rPr>
                <w:t>school5@srb.kubannet.ru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16" w:history="1">
              <w:r w:rsidRPr="004830A2">
                <w:rPr>
                  <w:rStyle w:val="Hyperlink"/>
                  <w:sz w:val="20"/>
                  <w:szCs w:val="20"/>
                </w:rPr>
                <w:t>http://school5sst.jimdo.ru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автономное общеобразовательное учреждение средняя общеобразовательная школа №6 муниципального образования Щербиновский район с. Екатериновка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Лысенко Оксана Вениаминовна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3-84-32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353645, Россия, Краснодарский край, Щербиновский район, с.Екатериновка, ул. Калинина, 50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17" w:history="1">
              <w:r w:rsidRPr="004830A2">
                <w:rPr>
                  <w:rStyle w:val="Hyperlink"/>
                  <w:sz w:val="20"/>
                  <w:szCs w:val="20"/>
                </w:rPr>
                <w:t>school6@srb.kubannet.ru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18" w:history="1">
              <w:r w:rsidRPr="004830A2">
                <w:rPr>
                  <w:rStyle w:val="Hyperlink"/>
                  <w:sz w:val="20"/>
                  <w:szCs w:val="20"/>
                </w:rPr>
                <w:t>http://sosch6ekaterinovka.jimdo.com</w:t>
              </w:r>
            </w:hyperlink>
            <w:r w:rsidRPr="00993373">
              <w:rPr>
                <w:rStyle w:val="Strong"/>
                <w:sz w:val="20"/>
                <w:szCs w:val="20"/>
              </w:rPr>
              <w:t xml:space="preserve"> </w:t>
            </w:r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№7 муниципального образования Щербиновский район с. Ейское Укрепление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Котельникова Наталья Леонидовна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3-71-52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353640, Краснодарский край, Щербиновский район, село Ейское Укрепление, ул.Суворова,21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19" w:history="1">
              <w:r w:rsidRPr="004830A2">
                <w:rPr>
                  <w:rStyle w:val="Hyperlink"/>
                  <w:sz w:val="20"/>
                  <w:szCs w:val="20"/>
                </w:rPr>
                <w:t>school7@srb.kubannet.ru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20" w:history="1">
              <w:r w:rsidRPr="004830A2">
                <w:rPr>
                  <w:rStyle w:val="Hyperlink"/>
                  <w:sz w:val="20"/>
                  <w:szCs w:val="20"/>
                </w:rPr>
                <w:t>http://schoolseveney.jimbo.com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№8 муниципального образования Щербиновский район с. Никола</w:t>
            </w:r>
            <w:r>
              <w:rPr>
                <w:sz w:val="20"/>
                <w:szCs w:val="20"/>
              </w:rPr>
              <w:t>е</w:t>
            </w:r>
            <w:r w:rsidRPr="009C7359">
              <w:rPr>
                <w:sz w:val="20"/>
                <w:szCs w:val="20"/>
              </w:rPr>
              <w:t>вка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Кудрявец Любовь Леонидовна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3-28-72</w:t>
            </w:r>
          </w:p>
        </w:tc>
        <w:tc>
          <w:tcPr>
            <w:tcW w:w="2410" w:type="dxa"/>
          </w:tcPr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353641, Россия,</w:t>
            </w:r>
          </w:p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Краснодарский край,</w:t>
            </w:r>
          </w:p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район,</w:t>
            </w:r>
          </w:p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село Николаевка,</w:t>
            </w:r>
          </w:p>
          <w:p w:rsidR="00CB6174" w:rsidRPr="00695AB4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улица Первомайская,31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21" w:history="1">
              <w:r w:rsidRPr="004830A2">
                <w:rPr>
                  <w:rStyle w:val="Hyperlink"/>
                  <w:sz w:val="20"/>
                  <w:szCs w:val="20"/>
                </w:rPr>
                <w:t>school8@srb.kubannet.ru</w:t>
              </w:r>
            </w:hyperlink>
          </w:p>
        </w:tc>
        <w:tc>
          <w:tcPr>
            <w:tcW w:w="2062" w:type="dxa"/>
          </w:tcPr>
          <w:p w:rsidR="00CB6174" w:rsidRPr="00993373" w:rsidRDefault="00CB6174" w:rsidP="00160A0F">
            <w:pPr>
              <w:rPr>
                <w:sz w:val="20"/>
                <w:szCs w:val="20"/>
              </w:rPr>
            </w:pPr>
            <w:hyperlink r:id="rId22" w:history="1">
              <w:r w:rsidRPr="004830A2">
                <w:rPr>
                  <w:rStyle w:val="Hyperlink"/>
                  <w:sz w:val="20"/>
                  <w:szCs w:val="20"/>
                </w:rPr>
                <w:t>http://kuban-school8.jimdo.com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№9 муниципального образования Щербиновский район ст. Новощербиновская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Лобас Светлана Николаевна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3-05-47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353632, Краснодарский край, Щербиновский район станица Новощербиновская, ул. Мира, 39</w:t>
            </w:r>
          </w:p>
        </w:tc>
        <w:tc>
          <w:tcPr>
            <w:tcW w:w="2126" w:type="dxa"/>
          </w:tcPr>
          <w:p w:rsidR="00CB6174" w:rsidRPr="00695AB4" w:rsidRDefault="00CB6174" w:rsidP="00353C25">
            <w:pPr>
              <w:rPr>
                <w:sz w:val="20"/>
                <w:szCs w:val="20"/>
              </w:rPr>
            </w:pPr>
            <w:hyperlink r:id="rId23" w:history="1">
              <w:r w:rsidRPr="004830A2">
                <w:rPr>
                  <w:rStyle w:val="Hyperlink"/>
                  <w:sz w:val="20"/>
                  <w:szCs w:val="20"/>
                </w:rPr>
                <w:t>school9@srb.kubannet.ru</w:t>
              </w:r>
            </w:hyperlink>
          </w:p>
        </w:tc>
        <w:tc>
          <w:tcPr>
            <w:tcW w:w="2062" w:type="dxa"/>
          </w:tcPr>
          <w:p w:rsidR="00CB6174" w:rsidRPr="009D67D3" w:rsidRDefault="00CB6174" w:rsidP="00160A0F">
            <w:pPr>
              <w:rPr>
                <w:sz w:val="20"/>
                <w:szCs w:val="20"/>
              </w:rPr>
            </w:pPr>
            <w:hyperlink r:id="rId24" w:history="1">
              <w:r w:rsidRPr="009D67D3">
                <w:rPr>
                  <w:rStyle w:val="Hyperlink"/>
                  <w:color w:val="0040EB"/>
                  <w:sz w:val="20"/>
                  <w:szCs w:val="20"/>
                </w:rPr>
                <w:t>http://mbouschool9.do.am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№10 муниципального образования Щербиновский район ст. Новощербиновская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Соломаха Наталья Николаевна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3-05-34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353632, Краснодарский край Щербиновский район ст. Новощербиновская, ул. Советов, 7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25" w:history="1">
              <w:r w:rsidRPr="004830A2">
                <w:rPr>
                  <w:rStyle w:val="Hyperlink"/>
                  <w:sz w:val="20"/>
                  <w:szCs w:val="20"/>
                </w:rPr>
                <w:t>school10@srb.kubannet.ru</w:t>
              </w:r>
            </w:hyperlink>
          </w:p>
        </w:tc>
        <w:tc>
          <w:tcPr>
            <w:tcW w:w="2062" w:type="dxa"/>
          </w:tcPr>
          <w:p w:rsidR="00CB6174" w:rsidRPr="009D67D3" w:rsidRDefault="00CB6174" w:rsidP="00160A0F">
            <w:pPr>
              <w:rPr>
                <w:sz w:val="20"/>
                <w:szCs w:val="20"/>
              </w:rPr>
            </w:pPr>
            <w:hyperlink r:id="rId26" w:history="1">
              <w:r w:rsidRPr="004830A2">
                <w:rPr>
                  <w:rStyle w:val="Hyperlink"/>
                  <w:sz w:val="20"/>
                  <w:szCs w:val="20"/>
                </w:rPr>
                <w:t>http://mbou-shkola10.ucoz.ru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№11 муниципального образования Щербиновский район с. Шабельское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 Людмила Викторовна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3-59-62</w:t>
            </w:r>
          </w:p>
        </w:tc>
        <w:tc>
          <w:tcPr>
            <w:tcW w:w="2410" w:type="dxa"/>
          </w:tcPr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353643 Краснодарский край</w:t>
            </w:r>
          </w:p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</w:t>
            </w:r>
          </w:p>
          <w:p w:rsidR="00CB6174" w:rsidRPr="0079185B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Село Шабельское</w:t>
            </w:r>
          </w:p>
          <w:p w:rsidR="00CB6174" w:rsidRPr="00695AB4" w:rsidRDefault="00CB6174" w:rsidP="0079185B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Улица Мира, 34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27" w:history="1">
              <w:r w:rsidRPr="004830A2">
                <w:rPr>
                  <w:rStyle w:val="Hyperlink"/>
                  <w:sz w:val="20"/>
                  <w:szCs w:val="20"/>
                </w:rPr>
                <w:t>school11@srb.kubannet.ru</w:t>
              </w:r>
            </w:hyperlink>
          </w:p>
        </w:tc>
        <w:tc>
          <w:tcPr>
            <w:tcW w:w="2062" w:type="dxa"/>
          </w:tcPr>
          <w:p w:rsidR="00CB6174" w:rsidRPr="009D67D3" w:rsidRDefault="00CB6174" w:rsidP="00160A0F">
            <w:pPr>
              <w:rPr>
                <w:sz w:val="20"/>
                <w:szCs w:val="20"/>
              </w:rPr>
            </w:pPr>
            <w:hyperlink r:id="rId28" w:history="1">
              <w:r w:rsidRPr="009D67D3">
                <w:rPr>
                  <w:rStyle w:val="Hyperlink"/>
                  <w:color w:val="0040EB"/>
                  <w:sz w:val="20"/>
                  <w:szCs w:val="20"/>
                </w:rPr>
                <w:t>http://mbousoch11.ucoz.ru/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№12 муниципального образования Щербиновский район с. Глафировка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Ратушная Вера Алексеевна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3-43-82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353642, Краснодарский край, Щербиновский район, Село Глафировка, ул. Калинина 6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29" w:history="1">
              <w:r w:rsidRPr="004830A2">
                <w:rPr>
                  <w:rStyle w:val="Hyperlink"/>
                  <w:sz w:val="20"/>
                  <w:szCs w:val="20"/>
                </w:rPr>
                <w:t>school12@srb.kubannet.ru</w:t>
              </w:r>
            </w:hyperlink>
          </w:p>
        </w:tc>
        <w:tc>
          <w:tcPr>
            <w:tcW w:w="2062" w:type="dxa"/>
          </w:tcPr>
          <w:p w:rsidR="00CB6174" w:rsidRPr="00773335" w:rsidRDefault="00CB6174" w:rsidP="00160A0F">
            <w:pPr>
              <w:rPr>
                <w:rStyle w:val="Strong"/>
                <w:b w:val="0"/>
                <w:bCs w:val="0"/>
                <w:sz w:val="20"/>
                <w:szCs w:val="20"/>
              </w:rPr>
            </w:pPr>
            <w:hyperlink r:id="rId30" w:history="1">
              <w:r w:rsidRPr="004830A2">
                <w:rPr>
                  <w:rStyle w:val="Hyperlink"/>
                  <w:sz w:val="20"/>
                  <w:szCs w:val="20"/>
                </w:rPr>
                <w:t>http://school12srb.uc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o</w:t>
              </w:r>
              <w:r w:rsidRPr="004830A2">
                <w:rPr>
                  <w:rStyle w:val="Hyperlink"/>
                  <w:sz w:val="20"/>
                  <w:szCs w:val="20"/>
                </w:rPr>
                <w:t>z.ru</w:t>
              </w:r>
            </w:hyperlink>
            <w:r>
              <w:rPr>
                <w:rStyle w:val="Strong"/>
                <w:b w:val="0"/>
                <w:bCs w:val="0"/>
                <w:sz w:val="20"/>
                <w:szCs w:val="20"/>
              </w:rPr>
              <w:t xml:space="preserve">  </w:t>
            </w:r>
            <w:r w:rsidRPr="00773335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9A19CF" w:rsidRDefault="00CB6174" w:rsidP="00160A0F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№13 муниципального образования Щербиновский район п. Щербиновский</w:t>
            </w:r>
          </w:p>
        </w:tc>
        <w:tc>
          <w:tcPr>
            <w:tcW w:w="198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Почуйко Альберт Николаевич</w:t>
            </w:r>
          </w:p>
        </w:tc>
        <w:tc>
          <w:tcPr>
            <w:tcW w:w="992" w:type="dxa"/>
          </w:tcPr>
          <w:p w:rsidR="00CB6174" w:rsidRDefault="00CB6174" w:rsidP="002D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3-11-86</w:t>
            </w:r>
          </w:p>
        </w:tc>
        <w:tc>
          <w:tcPr>
            <w:tcW w:w="2410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353631 Краснодарский край, Щербиновский район, п. Щербиновский, Карла Маркса 12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31" w:history="1">
              <w:r w:rsidRPr="004830A2">
                <w:rPr>
                  <w:rStyle w:val="Hyperlink"/>
                  <w:sz w:val="20"/>
                  <w:szCs w:val="20"/>
                </w:rPr>
                <w:t>school13@srb.kubannet.ru</w:t>
              </w:r>
            </w:hyperlink>
          </w:p>
        </w:tc>
        <w:tc>
          <w:tcPr>
            <w:tcW w:w="2062" w:type="dxa"/>
          </w:tcPr>
          <w:p w:rsidR="00CB6174" w:rsidRPr="009D67D3" w:rsidRDefault="00CB6174" w:rsidP="00160A0F">
            <w:pPr>
              <w:rPr>
                <w:sz w:val="20"/>
                <w:szCs w:val="20"/>
              </w:rPr>
            </w:pPr>
            <w:hyperlink r:id="rId32" w:history="1">
              <w:r w:rsidRPr="004830A2">
                <w:rPr>
                  <w:rStyle w:val="Hyperlink"/>
                  <w:sz w:val="20"/>
                  <w:szCs w:val="20"/>
                </w:rPr>
                <w:t>http://school13srb.ucoz.ru/</w:t>
              </w:r>
            </w:hyperlink>
          </w:p>
        </w:tc>
      </w:tr>
    </w:tbl>
    <w:p w:rsidR="00CB6174" w:rsidRPr="00695AB4" w:rsidRDefault="00CB6174" w:rsidP="00405BB8">
      <w:pPr>
        <w:pStyle w:val="Heading2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CB6174" w:rsidRPr="00695AB4" w:rsidRDefault="00CB6174" w:rsidP="00405BB8">
      <w:pPr>
        <w:pStyle w:val="Heading4"/>
        <w:spacing w:before="0"/>
        <w:rPr>
          <w:rFonts w:ascii="Times New Roman" w:hAnsi="Times New Roman" w:cs="Times New Roman"/>
          <w:i/>
          <w:iCs/>
          <w:sz w:val="20"/>
          <w:szCs w:val="20"/>
        </w:rPr>
      </w:pPr>
      <w:r w:rsidRPr="00695AB4">
        <w:rPr>
          <w:rFonts w:ascii="Times New Roman" w:hAnsi="Times New Roman" w:cs="Times New Roman"/>
          <w:sz w:val="20"/>
          <w:szCs w:val="20"/>
        </w:rPr>
        <w:t>ДОШКОЛЬНЫЕ ОБРАЗОВАТЕЛЬНЫЕ ОРГАНИЗАЦИИ</w:t>
      </w:r>
    </w:p>
    <w:tbl>
      <w:tblPr>
        <w:tblW w:w="150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3543"/>
        <w:gridCol w:w="1418"/>
        <w:gridCol w:w="1276"/>
        <w:gridCol w:w="2372"/>
        <w:gridCol w:w="2589"/>
        <w:gridCol w:w="3299"/>
      </w:tblGrid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Ф.И.О. руководителя</w:t>
            </w:r>
          </w:p>
        </w:tc>
        <w:tc>
          <w:tcPr>
            <w:tcW w:w="1276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Раб. телефоны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Адрес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>Электронная почта</w:t>
            </w:r>
          </w:p>
        </w:tc>
        <w:tc>
          <w:tcPr>
            <w:tcW w:w="3299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695AB4">
              <w:rPr>
                <w:i/>
                <w:iCs/>
                <w:sz w:val="20"/>
                <w:szCs w:val="20"/>
              </w:rPr>
              <w:t xml:space="preserve">Сайт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1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Яковенко Татьяна Николаевна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095283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4-11-38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353620, Россия, Краснодарский край, Щербиновский район, ст. Старощербиновская, ул. Советов 37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3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detsad1.g@yandex.ru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4" w:history="1">
              <w:r w:rsidRPr="004830A2">
                <w:rPr>
                  <w:rStyle w:val="Hyperlink"/>
                  <w:sz w:val="20"/>
                  <w:szCs w:val="20"/>
                </w:rPr>
                <w:t>http://mdoudetsad1.ucoz.ru</w:t>
              </w:r>
            </w:hyperlink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2 муниципального образования Щербиновский район хутор Любимов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095283">
              <w:rPr>
                <w:sz w:val="20"/>
                <w:szCs w:val="20"/>
                <w:lang w:eastAsia="en-US"/>
              </w:rPr>
              <w:t>Есипенко Наталья Ивановна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095283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095283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095283">
              <w:rPr>
                <w:sz w:val="20"/>
                <w:szCs w:val="20"/>
                <w:lang w:eastAsia="en-US"/>
              </w:rPr>
              <w:t>31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095283"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095283">
              <w:rPr>
                <w:sz w:val="20"/>
                <w:szCs w:val="20"/>
                <w:lang w:eastAsia="en-US"/>
              </w:rPr>
              <w:t>353644, Россия, Краснодарский край, Щербиновский район, хутор Любимов, улица Мира 2/4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5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lyubimov.detskijsad@mail.ru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6" w:history="1">
              <w:r w:rsidRPr="004830A2">
                <w:rPr>
                  <w:rStyle w:val="Hyperlink"/>
                  <w:sz w:val="20"/>
                  <w:szCs w:val="20"/>
                </w:rPr>
                <w:t>http://detskijsad2lyubimov.jimdo.com</w:t>
              </w:r>
            </w:hyperlink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9A19CF">
              <w:rPr>
                <w:sz w:val="20"/>
                <w:szCs w:val="20"/>
                <w:lang w:eastAsia="en-US"/>
              </w:rPr>
              <w:t>униципальное бюджетное дошкольное образовательное учреждение детский сад № 3 муниципального образования Щербиновский район станица Новощербиновская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Куликова Ирина Викторовна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1D69AA">
              <w:rPr>
                <w:sz w:val="20"/>
                <w:szCs w:val="20"/>
                <w:lang w:eastAsia="en-US"/>
              </w:rPr>
              <w:t>05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1D69AA"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353632, Россия, Краснодарский край, Щербиновский район, станица Новощербиновская, улица Октябрьская,169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7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detskiysadv3@mail.ru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38" w:history="1">
              <w:r w:rsidRPr="004830A2">
                <w:rPr>
                  <w:rStyle w:val="Hyperlink"/>
                  <w:sz w:val="20"/>
                  <w:szCs w:val="20"/>
                </w:rPr>
                <w:t>http://detsadnovosher3.at.ua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4 муниципального образования Щербиновский район с. Ейское Укрепление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Батицкая Зоя Петровна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3-71-85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E1AFE">
              <w:rPr>
                <w:sz w:val="20"/>
                <w:szCs w:val="20"/>
                <w:lang w:eastAsia="en-US"/>
              </w:rPr>
              <w:t>353640 Россия, Краснодарский край, Щербиноский район, с. Ейское Укрепление, ул. Суворова, 17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39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batitskayaz@mail.ru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40" w:history="1">
              <w:r w:rsidRPr="004830A2">
                <w:rPr>
                  <w:rStyle w:val="Hyperlink"/>
                  <w:sz w:val="20"/>
                  <w:szCs w:val="20"/>
                </w:rPr>
                <w:t>http://ds4-eu1983-mail-ru.webnode.ru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центр развития ребенка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A19CF"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A19CF">
              <w:rPr>
                <w:sz w:val="20"/>
                <w:szCs w:val="20"/>
                <w:lang w:eastAsia="en-US"/>
              </w:rPr>
              <w:t>детский сад № 5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Куделько Татьяна Григорьевна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4-14-50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E1AFE">
              <w:rPr>
                <w:sz w:val="20"/>
                <w:szCs w:val="20"/>
                <w:lang w:eastAsia="en-US"/>
              </w:rPr>
              <w:t>353620, Краснодарский край, Щербиновский район, станица Старощербиновская, улица Шевченко, 210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41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raduga.ds5@mail.ru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42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</w:t>
              </w:r>
              <w:r w:rsidRPr="004830A2">
                <w:rPr>
                  <w:rStyle w:val="Hyperlink"/>
                  <w:sz w:val="20"/>
                  <w:szCs w:val="20"/>
                </w:rPr>
                <w:t>://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raduga</w:t>
              </w:r>
              <w:r w:rsidRPr="004830A2">
                <w:rPr>
                  <w:rStyle w:val="Hyperlink"/>
                  <w:sz w:val="20"/>
                  <w:szCs w:val="20"/>
                </w:rPr>
                <w:t>-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ds</w:t>
              </w:r>
              <w:r w:rsidRPr="004830A2">
                <w:rPr>
                  <w:rStyle w:val="Hyperlink"/>
                  <w:sz w:val="20"/>
                  <w:szCs w:val="20"/>
                </w:rPr>
                <w:t>5.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ucoz</w:t>
              </w:r>
              <w:r w:rsidRPr="004830A2">
                <w:rPr>
                  <w:rStyle w:val="Hyperlink"/>
                  <w:sz w:val="20"/>
                  <w:szCs w:val="20"/>
                </w:rPr>
                <w:t>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образовательное учреждение центр развития ребенка - детский сад №6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Шемендюк Тамара Ивановна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4-41-59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E1AFE">
              <w:rPr>
                <w:sz w:val="20"/>
                <w:szCs w:val="20"/>
                <w:lang w:eastAsia="en-US"/>
              </w:rPr>
              <w:t>353620, Россия, Краснодарский край, Щербино</w:t>
            </w:r>
            <w:r>
              <w:rPr>
                <w:sz w:val="20"/>
                <w:szCs w:val="20"/>
                <w:lang w:eastAsia="en-US"/>
              </w:rPr>
              <w:t>в</w:t>
            </w:r>
            <w:r w:rsidRPr="009E1AFE">
              <w:rPr>
                <w:sz w:val="20"/>
                <w:szCs w:val="20"/>
                <w:lang w:eastAsia="en-US"/>
              </w:rPr>
              <w:t>ский район, станица Старощербиновская, улица Советов, дом 134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43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solnyshko_ds6@mail.ru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44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</w:t>
              </w:r>
              <w:r w:rsidRPr="004830A2">
                <w:rPr>
                  <w:rStyle w:val="Hyperlink"/>
                  <w:sz w:val="20"/>
                  <w:szCs w:val="20"/>
                </w:rPr>
                <w:t>://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solnyshko</w:t>
              </w:r>
              <w:r w:rsidRPr="004830A2">
                <w:rPr>
                  <w:rStyle w:val="Hyperlink"/>
                  <w:sz w:val="20"/>
                  <w:szCs w:val="20"/>
                </w:rPr>
                <w:t>-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ds</w:t>
              </w:r>
              <w:r w:rsidRPr="004830A2">
                <w:rPr>
                  <w:rStyle w:val="Hyperlink"/>
                  <w:sz w:val="20"/>
                  <w:szCs w:val="20"/>
                </w:rPr>
                <w:t>6.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ucoz</w:t>
              </w:r>
              <w:r w:rsidRPr="004830A2">
                <w:rPr>
                  <w:rStyle w:val="Hyperlink"/>
                  <w:sz w:val="20"/>
                  <w:szCs w:val="20"/>
                </w:rPr>
                <w:t>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7 комбинированного вида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Шкляренко Наталья Владимировна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4-37-71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353620, Россия, Краснодарский край, Щербино</w:t>
            </w:r>
            <w:r>
              <w:rPr>
                <w:sz w:val="20"/>
                <w:szCs w:val="20"/>
                <w:lang w:eastAsia="en-US"/>
              </w:rPr>
              <w:t>в</w:t>
            </w:r>
            <w:r w:rsidRPr="007A3927">
              <w:rPr>
                <w:sz w:val="20"/>
                <w:szCs w:val="20"/>
                <w:lang w:eastAsia="en-US"/>
              </w:rPr>
              <w:t>ский район, станица Старощербиновская, улица Первомайская, 109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45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stds7@yandex.ru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46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http://detisada7.jimdo.com</w:t>
              </w:r>
            </w:hyperlink>
            <w:r w:rsidRPr="009F16B6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8 комбинированного вида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Романенко Галина Львовна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4-40-35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353620, Краснодарский край, Щербиновский район, ст. Старощербиновская, ул. Советов, 106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47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8ds1987@mail.ru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48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</w:t>
              </w:r>
              <w:r w:rsidRPr="004830A2">
                <w:rPr>
                  <w:rStyle w:val="Hyperlink"/>
                  <w:sz w:val="20"/>
                  <w:szCs w:val="20"/>
                </w:rPr>
                <w:t>://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ds</w:t>
              </w:r>
              <w:r w:rsidRPr="004830A2">
                <w:rPr>
                  <w:rStyle w:val="Hyperlink"/>
                  <w:sz w:val="20"/>
                  <w:szCs w:val="20"/>
                </w:rPr>
                <w:t>8-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belochka</w:t>
              </w:r>
              <w:r w:rsidRPr="004830A2">
                <w:rPr>
                  <w:rStyle w:val="Hyperlink"/>
                  <w:sz w:val="20"/>
                  <w:szCs w:val="20"/>
                </w:rPr>
                <w:t>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ucoz</w:t>
              </w:r>
              <w:r w:rsidRPr="004830A2">
                <w:rPr>
                  <w:rStyle w:val="Hyperlink"/>
                  <w:sz w:val="20"/>
                  <w:szCs w:val="20"/>
                </w:rPr>
                <w:t>.</w:t>
              </w:r>
              <w:r w:rsidRPr="004830A2">
                <w:rPr>
                  <w:rStyle w:val="Hyperlink"/>
                  <w:sz w:val="20"/>
                  <w:szCs w:val="20"/>
                  <w:lang w:val="en-US"/>
                </w:rPr>
                <w:t>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центр развития ребенка - детский сад № 9 муниципального образования Щербиновский район станица Старощербиновская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Предит Светлана Алексеевна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4-42-28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353620, Краснодарский край, Щербиновский район, станица Старощербиновская, улица Тельмана, 146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49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kolokolchiki.9@yandex.ru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50" w:history="1">
              <w:r w:rsidRPr="004830A2">
                <w:rPr>
                  <w:rStyle w:val="Hyperlink"/>
                  <w:sz w:val="20"/>
                  <w:szCs w:val="20"/>
                </w:rPr>
                <w:t>http://dsad-9.jimdo.com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10 муниципального образования Щербиновский район 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A19CF">
              <w:rPr>
                <w:sz w:val="20"/>
                <w:szCs w:val="20"/>
                <w:lang w:eastAsia="en-US"/>
              </w:rPr>
              <w:t>Щербиновский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Склярова Наталья Викторовна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3-11-45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353632, Краснодарский край, Щербиновский район, 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A3927">
              <w:rPr>
                <w:sz w:val="20"/>
                <w:szCs w:val="20"/>
                <w:lang w:eastAsia="en-US"/>
              </w:rPr>
              <w:t>Щербиновский, ул.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A3927">
              <w:rPr>
                <w:sz w:val="20"/>
                <w:szCs w:val="20"/>
                <w:lang w:eastAsia="en-US"/>
              </w:rPr>
              <w:t>Гагарина,24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51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detsadskazka@bk.ru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52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http://ds10skazka.ucoz.com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9A19CF">
              <w:rPr>
                <w:sz w:val="20"/>
                <w:szCs w:val="20"/>
                <w:lang w:eastAsia="en-US"/>
              </w:rPr>
              <w:t>униципальное бюджетное дошкольное образовательное учреждение детский сад №11 комбинированного вида муниципального образования Щербиновский район станица Новощербиновская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Духина Татьяна Владимировна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3-05-94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353632 Краснодарский край Щербиновский район станица Новощербиновская улица Димитрова дом 2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53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dou11nov@gmail.com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54" w:history="1">
              <w:r w:rsidRPr="004830A2">
                <w:rPr>
                  <w:rStyle w:val="Hyperlink"/>
                  <w:sz w:val="20"/>
                  <w:szCs w:val="20"/>
                </w:rPr>
                <w:t>http://dou11nov.jimdo.com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12 муниципального образования Щербиновский район станица Новощербиновская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Шугаевава Любовь Валентиновна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3-02-47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353632, Россия, Краснодарский край, Щербиновский район, станица Новощербиновская, улица Ленина, 54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55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mbdoy12@mail.ru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56" w:history="1">
              <w:r w:rsidRPr="004830A2">
                <w:rPr>
                  <w:rStyle w:val="Hyperlink"/>
                  <w:sz w:val="20"/>
                  <w:szCs w:val="20"/>
                </w:rPr>
                <w:t>http://mbdoyds12.jimdo.com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Муниципальное бюджетное дошкольное образовательное учреждение детский сад № 13 муниципального образования Щербиновский район село Шабельское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Кухаренко Наталья Николаевна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3-57-16</w:t>
            </w:r>
          </w:p>
        </w:tc>
        <w:tc>
          <w:tcPr>
            <w:tcW w:w="2372" w:type="dxa"/>
          </w:tcPr>
          <w:p w:rsidR="00CB6174" w:rsidRPr="007A3927" w:rsidRDefault="00CB6174" w:rsidP="007A3927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353643 Краснодарский край Щербиновский район село Шабельское ул.Советов, 36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57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kuxarenko.n@mail.ru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58" w:history="1">
              <w:r w:rsidRPr="004830A2">
                <w:rPr>
                  <w:rStyle w:val="Hyperlink"/>
                  <w:sz w:val="20"/>
                  <w:szCs w:val="20"/>
                </w:rPr>
                <w:t>http://det_sad13_shabelsk.a2b2.ru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9A19CF">
              <w:rPr>
                <w:sz w:val="20"/>
                <w:szCs w:val="20"/>
                <w:lang w:eastAsia="en-US"/>
              </w:rPr>
              <w:t xml:space="preserve"> бюджетное дошкольное образовательное учреждение детский сад №14 муниципального образования Щербиновский район с. Глафировка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2B0E36">
              <w:rPr>
                <w:sz w:val="20"/>
                <w:szCs w:val="20"/>
                <w:lang w:eastAsia="en-US"/>
              </w:rPr>
              <w:t>Гаврилюк Марина Александровна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3-43-63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353642 Краснодарский край Щербиновский район, село Глафировка, улица Кирова, дом 8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59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cool.mdou14@yandex.ru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60" w:history="1">
              <w:r w:rsidRPr="004830A2">
                <w:rPr>
                  <w:rStyle w:val="Hyperlink"/>
                  <w:sz w:val="20"/>
                  <w:szCs w:val="20"/>
                </w:rPr>
                <w:t>http://detsad14glafirovka.jimdo.com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9A19CF">
              <w:rPr>
                <w:sz w:val="20"/>
                <w:szCs w:val="20"/>
                <w:lang w:eastAsia="en-US"/>
              </w:rPr>
              <w:t xml:space="preserve"> бюджетное дошкольное образовательное учреждение детский сад №16 муниципального образования Щербиновский район с. Николаевка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Кулик Надежда Константиновна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3-29-10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Краснодарский край, Щербиновский район, село Николаевка, улица Первомайская №61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61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mbdoy16nik@mail.ru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62" w:history="1">
              <w:r w:rsidRPr="004830A2">
                <w:rPr>
                  <w:rStyle w:val="Hyperlink"/>
                  <w:sz w:val="20"/>
                  <w:szCs w:val="20"/>
                </w:rPr>
                <w:t>http://sadik-n16.nethouse.ru</w:t>
              </w:r>
            </w:hyperlink>
            <w:r w:rsidRPr="009F16B6">
              <w:rPr>
                <w:sz w:val="20"/>
                <w:szCs w:val="20"/>
              </w:rPr>
              <w:t xml:space="preserve"> </w:t>
            </w:r>
          </w:p>
        </w:tc>
      </w:tr>
      <w:tr w:rsidR="00CB6174" w:rsidRPr="00695AB4">
        <w:tc>
          <w:tcPr>
            <w:tcW w:w="568" w:type="dxa"/>
          </w:tcPr>
          <w:p w:rsidR="00CB6174" w:rsidRPr="00695AB4" w:rsidRDefault="00CB6174" w:rsidP="00160A0F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CB6174" w:rsidRPr="009A19CF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9A19CF">
              <w:rPr>
                <w:sz w:val="20"/>
                <w:szCs w:val="20"/>
                <w:lang w:eastAsia="en-US"/>
              </w:rPr>
              <w:t>Муниципально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9A19CF">
              <w:rPr>
                <w:sz w:val="20"/>
                <w:szCs w:val="20"/>
                <w:lang w:eastAsia="en-US"/>
              </w:rPr>
              <w:t xml:space="preserve"> бюджетное дошкольное образовательное учреждение детский сад №18 муниципального образования Щербиновский район с. Екатериновка</w:t>
            </w:r>
          </w:p>
        </w:tc>
        <w:tc>
          <w:tcPr>
            <w:tcW w:w="1418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Руденко Диана Николаевна</w:t>
            </w:r>
          </w:p>
        </w:tc>
        <w:tc>
          <w:tcPr>
            <w:tcW w:w="1276" w:type="dxa"/>
          </w:tcPr>
          <w:p w:rsidR="00CB617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2B0E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3-83-82</w:t>
            </w:r>
          </w:p>
        </w:tc>
        <w:tc>
          <w:tcPr>
            <w:tcW w:w="2372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r w:rsidRPr="007A3927">
              <w:rPr>
                <w:sz w:val="20"/>
                <w:szCs w:val="20"/>
                <w:lang w:eastAsia="en-US"/>
              </w:rPr>
              <w:t>353645, Россия, Краснодарский край, Щербиновский район село Екатериновка, пер.Московский,21</w:t>
            </w:r>
          </w:p>
        </w:tc>
        <w:tc>
          <w:tcPr>
            <w:tcW w:w="2589" w:type="dxa"/>
          </w:tcPr>
          <w:p w:rsidR="00CB6174" w:rsidRPr="00695AB4" w:rsidRDefault="00CB6174" w:rsidP="00160A0F">
            <w:pPr>
              <w:rPr>
                <w:sz w:val="20"/>
                <w:szCs w:val="20"/>
                <w:lang w:eastAsia="en-US"/>
              </w:rPr>
            </w:pPr>
            <w:hyperlink r:id="rId63" w:history="1">
              <w:r w:rsidRPr="004830A2">
                <w:rPr>
                  <w:rStyle w:val="Hyperlink"/>
                  <w:sz w:val="20"/>
                  <w:szCs w:val="20"/>
                  <w:lang w:eastAsia="en-US"/>
                </w:rPr>
                <w:t>di.rudencko2012@yandex.ru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99" w:type="dxa"/>
          </w:tcPr>
          <w:p w:rsidR="00CB6174" w:rsidRPr="009F16B6" w:rsidRDefault="00CB6174" w:rsidP="00160A0F">
            <w:pPr>
              <w:rPr>
                <w:sz w:val="20"/>
                <w:szCs w:val="20"/>
              </w:rPr>
            </w:pPr>
            <w:hyperlink r:id="rId64" w:history="1">
              <w:r w:rsidRPr="004830A2">
                <w:rPr>
                  <w:rStyle w:val="Hyperlink"/>
                  <w:sz w:val="20"/>
                  <w:szCs w:val="20"/>
                  <w:lang w:val="en-US"/>
                </w:rPr>
                <w:t>http://sadik18ekaterinovka.jimdo.com</w:t>
              </w:r>
            </w:hyperlink>
          </w:p>
        </w:tc>
      </w:tr>
    </w:tbl>
    <w:p w:rsidR="00CB6174" w:rsidRPr="00695AB4" w:rsidRDefault="00CB6174" w:rsidP="00405BB8">
      <w:pPr>
        <w:rPr>
          <w:rFonts w:eastAsia="MS Mincho"/>
          <w:i/>
          <w:iCs/>
          <w:sz w:val="20"/>
          <w:szCs w:val="20"/>
        </w:rPr>
      </w:pPr>
    </w:p>
    <w:p w:rsidR="00CB6174" w:rsidRPr="00695AB4" w:rsidRDefault="00CB6174" w:rsidP="00405BB8">
      <w:pPr>
        <w:pStyle w:val="Heading4"/>
        <w:spacing w:before="0"/>
        <w:rPr>
          <w:rFonts w:ascii="Times New Roman" w:hAnsi="Times New Roman" w:cs="Times New Roman"/>
          <w:sz w:val="20"/>
          <w:szCs w:val="20"/>
        </w:rPr>
      </w:pPr>
      <w:r w:rsidRPr="00695AB4">
        <w:rPr>
          <w:rFonts w:ascii="Times New Roman" w:hAnsi="Times New Roman" w:cs="Times New Roman"/>
          <w:sz w:val="20"/>
          <w:szCs w:val="20"/>
        </w:rPr>
        <w:t>ОРГАНИЗАЦИИ ДОПОЛНИТЕЛЬНОГО ОБРАЗОВАНИЯ, ПОДВЕДОМСТВЕННЫЕ УПРАВЛЕНИЮ ОБРАЗОВАНИЯ</w:t>
      </w: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955"/>
        <w:gridCol w:w="1984"/>
        <w:gridCol w:w="993"/>
        <w:gridCol w:w="3157"/>
        <w:gridCol w:w="2126"/>
        <w:gridCol w:w="2268"/>
      </w:tblGrid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3955" w:type="dxa"/>
          </w:tcPr>
          <w:p w:rsidR="00CB6174" w:rsidRPr="00695AB4" w:rsidRDefault="00CB6174" w:rsidP="005C70DE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Ф.И.О руководителя</w:t>
            </w:r>
          </w:p>
        </w:tc>
        <w:tc>
          <w:tcPr>
            <w:tcW w:w="993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Раб.тел.</w:t>
            </w:r>
          </w:p>
        </w:tc>
        <w:tc>
          <w:tcPr>
            <w:tcW w:w="3157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Адрес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Электронная почта</w:t>
            </w:r>
          </w:p>
        </w:tc>
        <w:tc>
          <w:tcPr>
            <w:tcW w:w="2268" w:type="dxa"/>
          </w:tcPr>
          <w:p w:rsidR="00CB6174" w:rsidRPr="00695AB4" w:rsidRDefault="00CB6174" w:rsidP="00160A0F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Сайт</w:t>
            </w:r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695AB4" w:rsidRDefault="00CB6174" w:rsidP="005C70DE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5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Дом детского творчества муниципального образования Щербиновский район</w:t>
            </w:r>
          </w:p>
        </w:tc>
        <w:tc>
          <w:tcPr>
            <w:tcW w:w="1984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Приймак Анжела Валерьевна</w:t>
            </w:r>
          </w:p>
        </w:tc>
        <w:tc>
          <w:tcPr>
            <w:tcW w:w="993" w:type="dxa"/>
          </w:tcPr>
          <w:p w:rsidR="00CB6174" w:rsidRDefault="00CB6174" w:rsidP="005B24DE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4-46-80</w:t>
            </w:r>
          </w:p>
        </w:tc>
        <w:tc>
          <w:tcPr>
            <w:tcW w:w="3157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353620 Краснодарский край, Щербиновский район, станица Старощербиновская, ул. Советов, 56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65" w:history="1">
              <w:r w:rsidRPr="004830A2">
                <w:rPr>
                  <w:rStyle w:val="Hyperlink"/>
                  <w:sz w:val="20"/>
                  <w:szCs w:val="20"/>
                </w:rPr>
                <w:t>dom.detstva56@mail.ru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B6174" w:rsidRPr="00AC3E0D" w:rsidRDefault="00CB6174" w:rsidP="00160A0F">
            <w:pPr>
              <w:rPr>
                <w:sz w:val="20"/>
                <w:szCs w:val="20"/>
              </w:rPr>
            </w:pPr>
            <w:hyperlink r:id="rId66" w:history="1">
              <w:r w:rsidRPr="004830A2">
                <w:rPr>
                  <w:rStyle w:val="Hyperlink"/>
                  <w:sz w:val="20"/>
                  <w:szCs w:val="20"/>
                </w:rPr>
                <w:t>http://ddt-moshr.ucoz.ru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160A0F" w:rsidRDefault="00CB6174" w:rsidP="005C70DE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5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детско-юношеская спортивная школа муниципального образования Щербиновский район</w:t>
            </w:r>
          </w:p>
        </w:tc>
        <w:tc>
          <w:tcPr>
            <w:tcW w:w="1984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Закалин Валерий Анатольевич</w:t>
            </w:r>
          </w:p>
        </w:tc>
        <w:tc>
          <w:tcPr>
            <w:tcW w:w="993" w:type="dxa"/>
          </w:tcPr>
          <w:p w:rsidR="00CB6174" w:rsidRDefault="00CB6174" w:rsidP="005B24DE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4-43-81</w:t>
            </w:r>
          </w:p>
        </w:tc>
        <w:tc>
          <w:tcPr>
            <w:tcW w:w="3157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353620 Краснодарский край, Щербиновский район, станица Старощербиновская, ул. Советов, 56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67" w:history="1">
              <w:r w:rsidRPr="004830A2">
                <w:rPr>
                  <w:rStyle w:val="Hyperlink"/>
                  <w:sz w:val="20"/>
                  <w:szCs w:val="20"/>
                </w:rPr>
                <w:t>st.sport_school@mail.ru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B6174" w:rsidRPr="00AC3E0D" w:rsidRDefault="00CB6174" w:rsidP="00160A0F">
            <w:pPr>
              <w:rPr>
                <w:sz w:val="20"/>
                <w:szCs w:val="20"/>
              </w:rPr>
            </w:pPr>
            <w:hyperlink r:id="rId68" w:tgtFrame="_blank" w:history="1">
              <w:r w:rsidRPr="004830A2">
                <w:rPr>
                  <w:rStyle w:val="Hyperlink"/>
                  <w:sz w:val="20"/>
                  <w:szCs w:val="20"/>
                </w:rPr>
                <w:t>http://sport-schkola.jimdo.com</w:t>
              </w:r>
            </w:hyperlink>
          </w:p>
        </w:tc>
      </w:tr>
      <w:tr w:rsidR="00CB6174" w:rsidRPr="00695AB4">
        <w:trPr>
          <w:cantSplit/>
          <w:jc w:val="center"/>
        </w:trPr>
        <w:tc>
          <w:tcPr>
            <w:tcW w:w="509" w:type="dxa"/>
          </w:tcPr>
          <w:p w:rsidR="00CB6174" w:rsidRPr="00160A0F" w:rsidRDefault="00CB6174" w:rsidP="005C70DE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55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Муниципальная автономная образовательная организация «Центр развития» муниципального образования Щербиновский район</w:t>
            </w:r>
          </w:p>
        </w:tc>
        <w:tc>
          <w:tcPr>
            <w:tcW w:w="1984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Алексеенко Елена Викторовна</w:t>
            </w:r>
          </w:p>
        </w:tc>
        <w:tc>
          <w:tcPr>
            <w:tcW w:w="993" w:type="dxa"/>
          </w:tcPr>
          <w:p w:rsidR="00CB6174" w:rsidRDefault="00CB6174" w:rsidP="005B24DE">
            <w:pPr>
              <w:jc w:val="center"/>
              <w:rPr>
                <w:sz w:val="20"/>
                <w:szCs w:val="20"/>
                <w:lang w:eastAsia="en-US"/>
              </w:rPr>
            </w:pPr>
            <w:r w:rsidRPr="001D69AA">
              <w:rPr>
                <w:sz w:val="20"/>
                <w:szCs w:val="20"/>
                <w:lang w:eastAsia="en-US"/>
              </w:rPr>
              <w:t>8(86151)</w:t>
            </w:r>
          </w:p>
          <w:p w:rsidR="00CB6174" w:rsidRPr="00695AB4" w:rsidRDefault="00CB6174" w:rsidP="00160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4-34-00</w:t>
            </w:r>
          </w:p>
        </w:tc>
        <w:tc>
          <w:tcPr>
            <w:tcW w:w="3157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r w:rsidRPr="00160A0F">
              <w:rPr>
                <w:sz w:val="20"/>
                <w:szCs w:val="20"/>
              </w:rPr>
              <w:t>353620 Краснодарский край, Щербиновский район, станица Старощербиновская, ул. 8 марта, д. 186</w:t>
            </w:r>
          </w:p>
        </w:tc>
        <w:tc>
          <w:tcPr>
            <w:tcW w:w="2126" w:type="dxa"/>
          </w:tcPr>
          <w:p w:rsidR="00CB6174" w:rsidRPr="00695AB4" w:rsidRDefault="00CB6174" w:rsidP="00160A0F">
            <w:pPr>
              <w:rPr>
                <w:sz w:val="20"/>
                <w:szCs w:val="20"/>
              </w:rPr>
            </w:pPr>
            <w:hyperlink r:id="rId69" w:history="1">
              <w:r w:rsidRPr="004830A2">
                <w:rPr>
                  <w:rStyle w:val="Hyperlink"/>
                  <w:sz w:val="20"/>
                  <w:szCs w:val="20"/>
                </w:rPr>
                <w:t>maoo.do@mail.ru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B6174" w:rsidRPr="00AC3E0D" w:rsidRDefault="00CB6174" w:rsidP="00160A0F">
            <w:pPr>
              <w:rPr>
                <w:sz w:val="20"/>
                <w:szCs w:val="20"/>
              </w:rPr>
            </w:pPr>
            <w:hyperlink r:id="rId70" w:history="1">
              <w:r w:rsidRPr="004830A2">
                <w:rPr>
                  <w:rStyle w:val="Hyperlink"/>
                  <w:sz w:val="20"/>
                  <w:szCs w:val="20"/>
                </w:rPr>
                <w:t>http://maoodo.um.la</w:t>
              </w:r>
            </w:hyperlink>
          </w:p>
        </w:tc>
      </w:tr>
    </w:tbl>
    <w:p w:rsidR="00CB6174" w:rsidRPr="00695AB4" w:rsidRDefault="00CB6174" w:rsidP="00405BB8"/>
    <w:p w:rsidR="00CB6174" w:rsidRPr="00695AB4" w:rsidRDefault="00CB6174" w:rsidP="00405BB8"/>
    <w:p w:rsidR="00CB6174" w:rsidRDefault="00CB6174">
      <w:bookmarkStart w:id="0" w:name="_GoBack"/>
      <w:bookmarkEnd w:id="0"/>
    </w:p>
    <w:sectPr w:rsidR="00CB6174" w:rsidSect="00405BB8">
      <w:headerReference w:type="default" r:id="rId7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74" w:rsidRDefault="00CB6174" w:rsidP="00D8135B">
      <w:r>
        <w:separator/>
      </w:r>
    </w:p>
  </w:endnote>
  <w:endnote w:type="continuationSeparator" w:id="0">
    <w:p w:rsidR="00CB6174" w:rsidRDefault="00CB6174" w:rsidP="00D81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74" w:rsidRDefault="00CB6174" w:rsidP="00D8135B">
      <w:r>
        <w:separator/>
      </w:r>
    </w:p>
  </w:footnote>
  <w:footnote w:type="continuationSeparator" w:id="0">
    <w:p w:rsidR="00CB6174" w:rsidRDefault="00CB6174" w:rsidP="00D81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74" w:rsidRDefault="00CB61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1508E"/>
    <w:multiLevelType w:val="hybridMultilevel"/>
    <w:tmpl w:val="1D3E3648"/>
    <w:lvl w:ilvl="0" w:tplc="AC9A3A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BB8"/>
    <w:rsid w:val="00095283"/>
    <w:rsid w:val="000B620A"/>
    <w:rsid w:val="000E2583"/>
    <w:rsid w:val="000F4DB1"/>
    <w:rsid w:val="001211D3"/>
    <w:rsid w:val="00160A0F"/>
    <w:rsid w:val="001D69AA"/>
    <w:rsid w:val="002509F6"/>
    <w:rsid w:val="00270390"/>
    <w:rsid w:val="002B0E36"/>
    <w:rsid w:val="002D75A2"/>
    <w:rsid w:val="00300FD7"/>
    <w:rsid w:val="00353C25"/>
    <w:rsid w:val="00362C9E"/>
    <w:rsid w:val="00405BB8"/>
    <w:rsid w:val="004830A2"/>
    <w:rsid w:val="004A4FE9"/>
    <w:rsid w:val="00537165"/>
    <w:rsid w:val="00595488"/>
    <w:rsid w:val="00597C16"/>
    <w:rsid w:val="005B24DE"/>
    <w:rsid w:val="005C70DE"/>
    <w:rsid w:val="00695AB4"/>
    <w:rsid w:val="00773335"/>
    <w:rsid w:val="0079185B"/>
    <w:rsid w:val="007A3927"/>
    <w:rsid w:val="00801D43"/>
    <w:rsid w:val="00841DC2"/>
    <w:rsid w:val="008D0C85"/>
    <w:rsid w:val="00993373"/>
    <w:rsid w:val="009A19CF"/>
    <w:rsid w:val="009C7359"/>
    <w:rsid w:val="009D67D3"/>
    <w:rsid w:val="009E1AFE"/>
    <w:rsid w:val="009F16B6"/>
    <w:rsid w:val="00A66B46"/>
    <w:rsid w:val="00AC3E0D"/>
    <w:rsid w:val="00AC6846"/>
    <w:rsid w:val="00AC7D43"/>
    <w:rsid w:val="00BE2E69"/>
    <w:rsid w:val="00C776F8"/>
    <w:rsid w:val="00CB6174"/>
    <w:rsid w:val="00D8135B"/>
    <w:rsid w:val="00E33D78"/>
    <w:rsid w:val="00E8364E"/>
    <w:rsid w:val="00F27B19"/>
    <w:rsid w:val="00FB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B8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5BB8"/>
    <w:pPr>
      <w:keepNext/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5BB8"/>
    <w:pPr>
      <w:keepNext/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05BB8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05BB8"/>
    <w:rPr>
      <w:rFonts w:ascii="Calibri" w:hAnsi="Calibri" w:cs="Calibri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405BB8"/>
    <w:pPr>
      <w:spacing w:line="276" w:lineRule="auto"/>
      <w:ind w:left="720"/>
    </w:pPr>
    <w:rPr>
      <w:rFonts w:eastAsia="Calibri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1D69AA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93373"/>
    <w:rPr>
      <w:b/>
      <w:bCs/>
    </w:rPr>
  </w:style>
  <w:style w:type="table" w:styleId="TableGrid">
    <w:name w:val="Table Grid"/>
    <w:basedOn w:val="TableNormal"/>
    <w:uiPriority w:val="99"/>
    <w:rsid w:val="00D8135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813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8135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8135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135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81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135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chool4@srb.kubannet.ru" TargetMode="External"/><Relationship Id="rId18" Type="http://schemas.openxmlformats.org/officeDocument/2006/relationships/hyperlink" Target="http://sosch6ekaterinovka.jimdo.com" TargetMode="External"/><Relationship Id="rId26" Type="http://schemas.openxmlformats.org/officeDocument/2006/relationships/hyperlink" Target="http://mbou-shkola10.ucoz.ru" TargetMode="External"/><Relationship Id="rId39" Type="http://schemas.openxmlformats.org/officeDocument/2006/relationships/hyperlink" Target="mailto:batitskayaz@mail.ru" TargetMode="External"/><Relationship Id="rId21" Type="http://schemas.openxmlformats.org/officeDocument/2006/relationships/hyperlink" Target="mailto:school8@srb.kubannet.ru" TargetMode="External"/><Relationship Id="rId34" Type="http://schemas.openxmlformats.org/officeDocument/2006/relationships/hyperlink" Target="http://mdoudetsad1.ucoz.ru/" TargetMode="External"/><Relationship Id="rId42" Type="http://schemas.openxmlformats.org/officeDocument/2006/relationships/hyperlink" Target="http://raduga-ds5.ucoz.ru" TargetMode="External"/><Relationship Id="rId47" Type="http://schemas.openxmlformats.org/officeDocument/2006/relationships/hyperlink" Target="mailto:8ds1987@mail.ru" TargetMode="External"/><Relationship Id="rId50" Type="http://schemas.openxmlformats.org/officeDocument/2006/relationships/hyperlink" Target="http://dsad-9.jimdo.com" TargetMode="External"/><Relationship Id="rId55" Type="http://schemas.openxmlformats.org/officeDocument/2006/relationships/hyperlink" Target="mailto:mbdoy12@mail.ru" TargetMode="External"/><Relationship Id="rId63" Type="http://schemas.openxmlformats.org/officeDocument/2006/relationships/hyperlink" Target="mailto:di.rudencko2012@yandex.ru" TargetMode="External"/><Relationship Id="rId68" Type="http://schemas.openxmlformats.org/officeDocument/2006/relationships/hyperlink" Target="http://links.jimdo-mail.com/track/click/30027860/sport-schkola.jimdo.com?p=eyJzIjoieGpKSEEtSHBGZm9ncG5KTXN4SlVxN0FYa09ZIiwidiI6MSwicCI6IntcInVcIjozMDAyNzg2MCxcInZcIjoxLFwidXJsXCI6XCJodHRwOlxcXC9cXFwvc3BvcnQtc2Noa29sYS5qaW1kby5jb21cXFwvXCIsXCJpZFwiOlwiZjBlN2ZmNDI1N2Y5NDg1ZTgxNjQ0MGRiNTkxMjkyOTdcIixcInVybF9pZHNcIjpbXCIwYmZiMzc5MDZlNGRjMDVmOTg1Yjc0OWY0OWQ4NjM1NjU3YzY3NmM4XCJdfSJ9" TargetMode="External"/><Relationship Id="rId7" Type="http://schemas.openxmlformats.org/officeDocument/2006/relationships/hyperlink" Target="mailto:school1@srb.kubannet.ru" TargetMode="Externa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school5sst.jimdo.com" TargetMode="External"/><Relationship Id="rId29" Type="http://schemas.openxmlformats.org/officeDocument/2006/relationships/hyperlink" Target="mailto:school12@srb.kubannet.ru" TargetMode="External"/><Relationship Id="rId11" Type="http://schemas.openxmlformats.org/officeDocument/2006/relationships/hyperlink" Target="mailto:school3@srb.kubannet.ru" TargetMode="External"/><Relationship Id="rId24" Type="http://schemas.openxmlformats.org/officeDocument/2006/relationships/hyperlink" Target="http://mbouschool9.do.am" TargetMode="External"/><Relationship Id="rId32" Type="http://schemas.openxmlformats.org/officeDocument/2006/relationships/hyperlink" Target="http://school13srb.ucoz.ru" TargetMode="External"/><Relationship Id="rId37" Type="http://schemas.openxmlformats.org/officeDocument/2006/relationships/hyperlink" Target="mailto:detskiysadv3@mail.ru" TargetMode="External"/><Relationship Id="rId40" Type="http://schemas.openxmlformats.org/officeDocument/2006/relationships/hyperlink" Target="http://ds4-eu1983-mail-ru.webnode.ru" TargetMode="External"/><Relationship Id="rId45" Type="http://schemas.openxmlformats.org/officeDocument/2006/relationships/hyperlink" Target="mailto:stds7@yandex.ru" TargetMode="External"/><Relationship Id="rId53" Type="http://schemas.openxmlformats.org/officeDocument/2006/relationships/hyperlink" Target="mailto:dou11nov@gmail.com" TargetMode="External"/><Relationship Id="rId58" Type="http://schemas.openxmlformats.org/officeDocument/2006/relationships/hyperlink" Target="http://det_sad13_shabelsk.a2b2.ru" TargetMode="External"/><Relationship Id="rId66" Type="http://schemas.openxmlformats.org/officeDocument/2006/relationships/hyperlink" Target="http://ddt-moshr.ucoz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chool5@srb.kubannet.ru" TargetMode="External"/><Relationship Id="rId23" Type="http://schemas.openxmlformats.org/officeDocument/2006/relationships/hyperlink" Target="mailto:school9@srb.kubannet.ru" TargetMode="External"/><Relationship Id="rId28" Type="http://schemas.openxmlformats.org/officeDocument/2006/relationships/hyperlink" Target="http://mbousoch11.ucoz.ru/" TargetMode="External"/><Relationship Id="rId36" Type="http://schemas.openxmlformats.org/officeDocument/2006/relationships/hyperlink" Target="http://detskijsad2lyubimov.jimdo.com" TargetMode="External"/><Relationship Id="rId49" Type="http://schemas.openxmlformats.org/officeDocument/2006/relationships/hyperlink" Target="mailto:kolokolchiki.9@yandex.ru" TargetMode="External"/><Relationship Id="rId57" Type="http://schemas.openxmlformats.org/officeDocument/2006/relationships/hyperlink" Target="mailto:kuxarenko.n@mail.ru" TargetMode="External"/><Relationship Id="rId61" Type="http://schemas.openxmlformats.org/officeDocument/2006/relationships/hyperlink" Target="mailto:mbdoy16nik@mail.ru" TargetMode="External"/><Relationship Id="rId10" Type="http://schemas.openxmlformats.org/officeDocument/2006/relationships/hyperlink" Target="http://moysoh1.wix.com/soh1" TargetMode="External"/><Relationship Id="rId19" Type="http://schemas.openxmlformats.org/officeDocument/2006/relationships/hyperlink" Target="mailto:school7@srb.kubannet.ru" TargetMode="External"/><Relationship Id="rId31" Type="http://schemas.openxmlformats.org/officeDocument/2006/relationships/hyperlink" Target="mailto:school13@srb.kubannet.ru" TargetMode="External"/><Relationship Id="rId44" Type="http://schemas.openxmlformats.org/officeDocument/2006/relationships/hyperlink" Target="http://solnyshko-ds6.ucoz.ru" TargetMode="External"/><Relationship Id="rId52" Type="http://schemas.openxmlformats.org/officeDocument/2006/relationships/hyperlink" Target="http://ds10skazka.ucoz.com" TargetMode="External"/><Relationship Id="rId60" Type="http://schemas.openxmlformats.org/officeDocument/2006/relationships/hyperlink" Target="http://detsad14glafirovka.jimdo.com" TargetMode="External"/><Relationship Id="rId65" Type="http://schemas.openxmlformats.org/officeDocument/2006/relationships/hyperlink" Target="mailto:dom.detstva56@mail.ru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chool2@srb.kubannet.ru" TargetMode="External"/><Relationship Id="rId14" Type="http://schemas.openxmlformats.org/officeDocument/2006/relationships/hyperlink" Target="http://ljubimov.ucoz.ru" TargetMode="External"/><Relationship Id="rId22" Type="http://schemas.openxmlformats.org/officeDocument/2006/relationships/hyperlink" Target="http://kuban-school8.jimdo.com" TargetMode="External"/><Relationship Id="rId27" Type="http://schemas.openxmlformats.org/officeDocument/2006/relationships/hyperlink" Target="mailto:school11@srb.kubannet.ru" TargetMode="External"/><Relationship Id="rId30" Type="http://schemas.openxmlformats.org/officeDocument/2006/relationships/hyperlink" Target="http://school12srb.ucoz.ru" TargetMode="External"/><Relationship Id="rId35" Type="http://schemas.openxmlformats.org/officeDocument/2006/relationships/hyperlink" Target="mailto:lyubimov.detskijsad@mail.ru" TargetMode="External"/><Relationship Id="rId43" Type="http://schemas.openxmlformats.org/officeDocument/2006/relationships/hyperlink" Target="mailto:solnyshko_ds6@mail.ru" TargetMode="External"/><Relationship Id="rId48" Type="http://schemas.openxmlformats.org/officeDocument/2006/relationships/hyperlink" Target="http://ds8-belochka.ucoz.ru" TargetMode="External"/><Relationship Id="rId56" Type="http://schemas.openxmlformats.org/officeDocument/2006/relationships/hyperlink" Target="http://mbdoyds12.jimdo.com" TargetMode="External"/><Relationship Id="rId64" Type="http://schemas.openxmlformats.org/officeDocument/2006/relationships/hyperlink" Target="http://sadik18ekaterinovka.jimdo.com" TargetMode="External"/><Relationship Id="rId69" Type="http://schemas.openxmlformats.org/officeDocument/2006/relationships/hyperlink" Target="mailto:maoo.do@mail.ru" TargetMode="External"/><Relationship Id="rId8" Type="http://schemas.openxmlformats.org/officeDocument/2006/relationships/hyperlink" Target="http://moysoh1.wix.com/soh1" TargetMode="External"/><Relationship Id="rId51" Type="http://schemas.openxmlformats.org/officeDocument/2006/relationships/hyperlink" Target="mailto:detsadskazka@bk.ru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school3-sh.ucoz.ru" TargetMode="External"/><Relationship Id="rId17" Type="http://schemas.openxmlformats.org/officeDocument/2006/relationships/hyperlink" Target="mailto:school6@srb.kubannet.ru" TargetMode="External"/><Relationship Id="rId25" Type="http://schemas.openxmlformats.org/officeDocument/2006/relationships/hyperlink" Target="mailto:school10@srb.kubannet.ru" TargetMode="External"/><Relationship Id="rId33" Type="http://schemas.openxmlformats.org/officeDocument/2006/relationships/hyperlink" Target="mailto:detsad1.g@yandex.ru" TargetMode="External"/><Relationship Id="rId38" Type="http://schemas.openxmlformats.org/officeDocument/2006/relationships/hyperlink" Target="http://detsadnovosher3.at.ua" TargetMode="External"/><Relationship Id="rId46" Type="http://schemas.openxmlformats.org/officeDocument/2006/relationships/hyperlink" Target="http://detisada7.jimdo.com" TargetMode="External"/><Relationship Id="rId59" Type="http://schemas.openxmlformats.org/officeDocument/2006/relationships/hyperlink" Target="mailto:cool.mdou14@yandex.ru" TargetMode="External"/><Relationship Id="rId67" Type="http://schemas.openxmlformats.org/officeDocument/2006/relationships/hyperlink" Target="mailto:st.sport_school@mail.ru" TargetMode="External"/><Relationship Id="rId20" Type="http://schemas.openxmlformats.org/officeDocument/2006/relationships/hyperlink" Target="http://schoolseveney.jimdo.com" TargetMode="External"/><Relationship Id="rId41" Type="http://schemas.openxmlformats.org/officeDocument/2006/relationships/hyperlink" Target="mailto:raduga.ds5@mail.ru" TargetMode="External"/><Relationship Id="rId54" Type="http://schemas.openxmlformats.org/officeDocument/2006/relationships/hyperlink" Target="http://dou11nov.jimdo.com" TargetMode="External"/><Relationship Id="rId62" Type="http://schemas.openxmlformats.org/officeDocument/2006/relationships/hyperlink" Target="http://sadik-n16.nethouse.ru" TargetMode="External"/><Relationship Id="rId70" Type="http://schemas.openxmlformats.org/officeDocument/2006/relationships/hyperlink" Target="http://maoodo.um.l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6</Pages>
  <Words>2223</Words>
  <Characters>12672</Characters>
  <Application>Microsoft Office Outlook</Application>
  <DocSecurity>0</DocSecurity>
  <Lines>0</Lines>
  <Paragraphs>0</Paragraphs>
  <ScaleCrop>false</ScaleCrop>
  <Company>МетодКабинет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 NB</dc:creator>
  <cp:keywords/>
  <dc:description/>
  <cp:lastModifiedBy>Фризен</cp:lastModifiedBy>
  <cp:revision>33</cp:revision>
  <dcterms:created xsi:type="dcterms:W3CDTF">2015-02-02T10:23:00Z</dcterms:created>
  <dcterms:modified xsi:type="dcterms:W3CDTF">2015-05-26T11:12:00Z</dcterms:modified>
</cp:coreProperties>
</file>